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A4" w:rsidRPr="00712B3F" w:rsidRDefault="00076CA4" w:rsidP="00857E7F">
      <w:pPr>
        <w:spacing w:afterLines="100"/>
        <w:ind w:right="839"/>
        <w:rPr>
          <w:rFonts w:ascii="黑体" w:eastAsia="黑体"/>
          <w:sz w:val="32"/>
          <w:szCs w:val="32"/>
        </w:rPr>
      </w:pPr>
      <w:r w:rsidRPr="00712B3F">
        <w:rPr>
          <w:rFonts w:ascii="黑体" w:eastAsia="黑体" w:hint="eastAsia"/>
          <w:sz w:val="32"/>
          <w:szCs w:val="32"/>
        </w:rPr>
        <w:t>附件</w:t>
      </w:r>
      <w:r w:rsidRPr="00712B3F">
        <w:rPr>
          <w:rFonts w:ascii="黑体" w:eastAsia="黑体"/>
          <w:sz w:val="32"/>
          <w:szCs w:val="32"/>
        </w:rPr>
        <w:t>1</w:t>
      </w:r>
      <w:r>
        <w:rPr>
          <w:rFonts w:ascii="黑体" w:eastAsia="黑体" w:hint="eastAsia"/>
          <w:sz w:val="32"/>
          <w:szCs w:val="32"/>
        </w:rPr>
        <w:t>：</w:t>
      </w:r>
    </w:p>
    <w:p w:rsidR="00076CA4" w:rsidRDefault="00076CA4" w:rsidP="00857E7F">
      <w:pPr>
        <w:spacing w:afterLines="50"/>
        <w:ind w:right="85"/>
        <w:jc w:val="center"/>
        <w:rPr>
          <w:rFonts w:ascii="Times New Roman" w:hAnsi="Times New Roman"/>
          <w:b/>
          <w:sz w:val="44"/>
          <w:szCs w:val="44"/>
        </w:rPr>
      </w:pPr>
      <w:r w:rsidRPr="00F51288">
        <w:rPr>
          <w:rFonts w:ascii="Times New Roman" w:hAnsi="Times New Roman" w:hint="eastAsia"/>
          <w:b/>
          <w:sz w:val="44"/>
          <w:szCs w:val="44"/>
        </w:rPr>
        <w:t>津南区</w:t>
      </w:r>
      <w:r>
        <w:rPr>
          <w:rFonts w:ascii="Times New Roman" w:hAnsi="Times New Roman" w:hint="eastAsia"/>
          <w:b/>
          <w:sz w:val="44"/>
          <w:szCs w:val="44"/>
        </w:rPr>
        <w:t>各镇成校招生咨询电话</w:t>
      </w:r>
    </w:p>
    <w:p w:rsidR="00076CA4" w:rsidRDefault="00076CA4" w:rsidP="00857E7F">
      <w:pPr>
        <w:spacing w:afterLines="50"/>
        <w:ind w:right="85"/>
        <w:jc w:val="center"/>
        <w:rPr>
          <w:rFonts w:ascii="Times New Roman" w:hAnsi="Times New Roman"/>
          <w:b/>
          <w:sz w:val="44"/>
          <w:szCs w:val="44"/>
        </w:rPr>
      </w:pPr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咸水沽镇成校：</w:t>
      </w:r>
      <w:r w:rsidRPr="00712B3F">
        <w:rPr>
          <w:rFonts w:ascii="仿宋_GB2312" w:eastAsia="仿宋_GB2312" w:hAnsi="Times New Roman"/>
          <w:sz w:val="32"/>
          <w:szCs w:val="32"/>
        </w:rPr>
        <w:t>88915869</w:t>
      </w:r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八里台镇成校：</w:t>
      </w:r>
      <w:r>
        <w:rPr>
          <w:rFonts w:ascii="仿宋_GB2312" w:eastAsia="仿宋_GB2312" w:hAnsi="Times New Roman"/>
          <w:sz w:val="32"/>
          <w:szCs w:val="32"/>
        </w:rPr>
        <w:t>28751351</w:t>
      </w:r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北闸口镇成校：</w:t>
      </w:r>
      <w:r w:rsidRPr="00712B3F">
        <w:rPr>
          <w:rFonts w:ascii="仿宋_GB2312" w:eastAsia="仿宋_GB2312" w:hAnsi="Times New Roman"/>
          <w:sz w:val="32"/>
          <w:szCs w:val="32"/>
        </w:rPr>
        <w:t>88538515</w:t>
      </w:r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双桥河镇成校：</w:t>
      </w:r>
      <w:r w:rsidRPr="00712B3F">
        <w:rPr>
          <w:rFonts w:ascii="仿宋_GB2312" w:eastAsia="仿宋_GB2312" w:hAnsi="Times New Roman"/>
          <w:sz w:val="32"/>
          <w:szCs w:val="32"/>
        </w:rPr>
        <w:t>28390820</w:t>
      </w:r>
      <w:bookmarkStart w:id="0" w:name="_GoBack"/>
      <w:bookmarkEnd w:id="0"/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葛沽镇成校：</w:t>
      </w:r>
      <w:r w:rsidRPr="00712B3F">
        <w:rPr>
          <w:rFonts w:ascii="仿宋_GB2312" w:eastAsia="仿宋_GB2312" w:hAnsi="Times New Roman"/>
          <w:sz w:val="32"/>
          <w:szCs w:val="32"/>
        </w:rPr>
        <w:t>28690394</w:t>
      </w:r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辛庄镇成校：</w:t>
      </w:r>
      <w:r w:rsidRPr="00712B3F">
        <w:rPr>
          <w:rFonts w:ascii="仿宋_GB2312" w:eastAsia="仿宋_GB2312" w:hAnsi="Times New Roman"/>
          <w:sz w:val="32"/>
          <w:szCs w:val="32"/>
        </w:rPr>
        <w:t>88530415</w:t>
      </w:r>
    </w:p>
    <w:p w:rsidR="00076CA4" w:rsidRPr="00712B3F" w:rsidRDefault="00076CA4" w:rsidP="00857E7F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双港镇成校：</w:t>
      </w:r>
      <w:r w:rsidRPr="00712B3F">
        <w:rPr>
          <w:rFonts w:ascii="仿宋_GB2312" w:eastAsia="仿宋_GB2312" w:hAnsi="Times New Roman"/>
          <w:sz w:val="32"/>
          <w:szCs w:val="32"/>
        </w:rPr>
        <w:t>28589816</w:t>
      </w:r>
    </w:p>
    <w:p w:rsidR="00076CA4" w:rsidRPr="00712B3F" w:rsidRDefault="00076CA4" w:rsidP="001773C8">
      <w:pPr>
        <w:spacing w:afterLines="50"/>
        <w:ind w:right="85"/>
        <w:jc w:val="left"/>
        <w:rPr>
          <w:rFonts w:ascii="仿宋_GB2312" w:eastAsia="仿宋_GB2312" w:hAnsi="Times New Roman"/>
          <w:sz w:val="32"/>
          <w:szCs w:val="32"/>
        </w:rPr>
      </w:pPr>
      <w:r w:rsidRPr="00712B3F">
        <w:rPr>
          <w:rFonts w:ascii="仿宋_GB2312" w:eastAsia="仿宋_GB2312" w:hAnsi="Times New Roman" w:hint="eastAsia"/>
          <w:sz w:val="32"/>
          <w:szCs w:val="32"/>
        </w:rPr>
        <w:t>小站镇成校：</w:t>
      </w:r>
      <w:r w:rsidRPr="00712B3F">
        <w:rPr>
          <w:rFonts w:ascii="仿宋_GB2312" w:eastAsia="仿宋_GB2312" w:hAnsi="Times New Roman"/>
          <w:sz w:val="32"/>
          <w:szCs w:val="32"/>
        </w:rPr>
        <w:t>88615087</w:t>
      </w:r>
    </w:p>
    <w:sectPr w:rsidR="00076CA4" w:rsidRPr="00712B3F" w:rsidSect="00255A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CA4" w:rsidRDefault="00076CA4" w:rsidP="00D220C5">
      <w:r>
        <w:separator/>
      </w:r>
    </w:p>
  </w:endnote>
  <w:endnote w:type="continuationSeparator" w:id="1">
    <w:p w:rsidR="00076CA4" w:rsidRDefault="00076CA4" w:rsidP="00D22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CA4" w:rsidRDefault="00076CA4" w:rsidP="00D220C5">
      <w:r>
        <w:separator/>
      </w:r>
    </w:p>
  </w:footnote>
  <w:footnote w:type="continuationSeparator" w:id="1">
    <w:p w:rsidR="00076CA4" w:rsidRDefault="00076CA4" w:rsidP="00D220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E0F81"/>
    <w:multiLevelType w:val="hybridMultilevel"/>
    <w:tmpl w:val="153C2772"/>
    <w:lvl w:ilvl="0" w:tplc="9A6ED474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C68657C"/>
    <w:multiLevelType w:val="hybridMultilevel"/>
    <w:tmpl w:val="930E0266"/>
    <w:lvl w:ilvl="0" w:tplc="4D7CDE8E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DE2"/>
    <w:rsid w:val="00076CA4"/>
    <w:rsid w:val="000C034B"/>
    <w:rsid w:val="00150435"/>
    <w:rsid w:val="001773C8"/>
    <w:rsid w:val="00190384"/>
    <w:rsid w:val="00255AAA"/>
    <w:rsid w:val="00525ECE"/>
    <w:rsid w:val="00574AE9"/>
    <w:rsid w:val="00696F1C"/>
    <w:rsid w:val="006D3752"/>
    <w:rsid w:val="00712B3F"/>
    <w:rsid w:val="007A18E3"/>
    <w:rsid w:val="007A4F54"/>
    <w:rsid w:val="00857E7F"/>
    <w:rsid w:val="0095695A"/>
    <w:rsid w:val="009C48F1"/>
    <w:rsid w:val="00A1344F"/>
    <w:rsid w:val="00B14887"/>
    <w:rsid w:val="00BF0B96"/>
    <w:rsid w:val="00CB5B96"/>
    <w:rsid w:val="00D220C5"/>
    <w:rsid w:val="00D53F94"/>
    <w:rsid w:val="00E43655"/>
    <w:rsid w:val="00F04DE2"/>
    <w:rsid w:val="00F457FE"/>
    <w:rsid w:val="00F51288"/>
    <w:rsid w:val="00F61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E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4DE2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D22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220C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220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220C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21</Words>
  <Characters>123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6</cp:revision>
  <dcterms:created xsi:type="dcterms:W3CDTF">2020-04-27T03:10:00Z</dcterms:created>
  <dcterms:modified xsi:type="dcterms:W3CDTF">2020-05-14T09:02:00Z</dcterms:modified>
</cp:coreProperties>
</file>